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9E5" w:rsidRDefault="00C949E5" w:rsidP="00A52398">
      <w:pPr>
        <w:jc w:val="center"/>
        <w:rPr>
          <w:b/>
        </w:rPr>
      </w:pPr>
      <w:r>
        <w:rPr>
          <w:b/>
        </w:rPr>
        <w:t xml:space="preserve">Таблица ответов </w:t>
      </w:r>
    </w:p>
    <w:p w:rsidR="00C949E5" w:rsidRPr="00594D77" w:rsidRDefault="00C949E5" w:rsidP="00A52398">
      <w:pPr>
        <w:jc w:val="center"/>
        <w:rPr>
          <w:b/>
        </w:rPr>
      </w:pPr>
      <w:r w:rsidRPr="00594D77">
        <w:rPr>
          <w:b/>
        </w:rPr>
        <w:t>Интегрированная проверочная работа для 3 класса (конец года):</w:t>
      </w:r>
    </w:p>
    <w:p w:rsidR="00C949E5" w:rsidRPr="00594D77" w:rsidRDefault="00C949E5" w:rsidP="00A52398">
      <w:pPr>
        <w:jc w:val="center"/>
        <w:rPr>
          <w:b/>
        </w:rPr>
      </w:pPr>
    </w:p>
    <w:tbl>
      <w:tblPr>
        <w:tblW w:w="15300" w:type="dxa"/>
        <w:tblInd w:w="-252" w:type="dxa"/>
        <w:tblLayout w:type="fixed"/>
        <w:tblLook w:val="0000"/>
      </w:tblPr>
      <w:tblGrid>
        <w:gridCol w:w="873"/>
        <w:gridCol w:w="2181"/>
        <w:gridCol w:w="567"/>
        <w:gridCol w:w="425"/>
        <w:gridCol w:w="567"/>
        <w:gridCol w:w="567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  <w:gridCol w:w="709"/>
        <w:gridCol w:w="708"/>
        <w:gridCol w:w="567"/>
        <w:gridCol w:w="426"/>
        <w:gridCol w:w="425"/>
        <w:gridCol w:w="567"/>
        <w:gridCol w:w="481"/>
      </w:tblGrid>
      <w:tr w:rsidR="00C949E5" w:rsidRPr="00807E05" w:rsidTr="00A52398">
        <w:trPr>
          <w:trHeight w:val="138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b/>
                <w:sz w:val="16"/>
                <w:szCs w:val="16"/>
              </w:rPr>
            </w:pPr>
            <w:r w:rsidRPr="00807E05">
              <w:rPr>
                <w:b/>
                <w:sz w:val="16"/>
                <w:szCs w:val="16"/>
              </w:rPr>
              <w:t>№ Задания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C949E5" w:rsidRPr="00807E05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07E05">
              <w:rPr>
                <w:sz w:val="20"/>
                <w:szCs w:val="20"/>
              </w:rPr>
              <w:t>Зад. 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807E0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Pr="00807E05">
              <w:rPr>
                <w:sz w:val="20"/>
                <w:szCs w:val="20"/>
              </w:rPr>
              <w:t>Зад.2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807E0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807E05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07E05">
              <w:rPr>
                <w:sz w:val="20"/>
                <w:szCs w:val="20"/>
              </w:rPr>
              <w:t>Зад.4 воп.1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807E05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07E05">
              <w:rPr>
                <w:sz w:val="20"/>
                <w:szCs w:val="20"/>
              </w:rPr>
              <w:t>Зад.4 воп.2.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A52398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Зад.4 воп.3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807E05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807E05">
              <w:rPr>
                <w:sz w:val="20"/>
                <w:szCs w:val="20"/>
              </w:rPr>
              <w:t>Зад.4 воп.4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A52398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Зад.4 воп.5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A52398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Зад.5. воп.1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A52398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Зад. 5. воп.2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949E5" w:rsidRPr="00807E0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6. воп.1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Pr="00A52398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Зад. 6. Воп.2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Pr="00807E0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6. воп.3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7. воп.1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7. воп.2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7. воп.3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Pr="00DE445A" w:rsidRDefault="00C949E5" w:rsidP="00A52398">
            <w:pPr>
              <w:ind w:left="113" w:right="113"/>
              <w:jc w:val="center"/>
              <w:rPr>
                <w:color w:val="FF0000"/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Зад. 7 воп.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Зад.8 воп. 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Зад.8 воп 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A523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10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949E5" w:rsidRDefault="00C949E5" w:rsidP="00D77C6C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п\п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506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 И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807E05" w:rsidRDefault="00C949E5" w:rsidP="00A52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807E05" w:rsidRDefault="00C949E5" w:rsidP="00A52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A52398" w:rsidRDefault="00C949E5" w:rsidP="00D77C6C">
            <w:pPr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A52398" w:rsidRDefault="00C949E5" w:rsidP="00A52398">
            <w:pPr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A52398" w:rsidRDefault="00C949E5" w:rsidP="00D77C6C">
            <w:pPr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A52398" w:rsidRDefault="00C949E5" w:rsidP="00D77C6C">
            <w:pPr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A52398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Pr="00A52398" w:rsidRDefault="00C949E5" w:rsidP="00D77C6C">
            <w:pPr>
              <w:jc w:val="center"/>
              <w:rPr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  <w:r w:rsidRPr="00A52398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  <w:bookmarkStart w:id="0" w:name="_GoBack"/>
            <w:bookmarkEnd w:id="0"/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  <w:tr w:rsidR="00C949E5" w:rsidRPr="00807E05" w:rsidTr="00A52398">
        <w:trPr>
          <w:trHeight w:val="257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9E5" w:rsidRPr="00807E05" w:rsidRDefault="00C949E5" w:rsidP="00D77C6C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Pr="00DE445A" w:rsidRDefault="00C949E5" w:rsidP="00D77C6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9E5" w:rsidRDefault="00C949E5" w:rsidP="00D77C6C">
            <w:pPr>
              <w:jc w:val="center"/>
              <w:rPr>
                <w:sz w:val="20"/>
                <w:szCs w:val="20"/>
              </w:rPr>
            </w:pPr>
          </w:p>
        </w:tc>
      </w:tr>
    </w:tbl>
    <w:p w:rsidR="00C949E5" w:rsidRDefault="00C949E5"/>
    <w:sectPr w:rsidR="00C949E5" w:rsidSect="00A523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398"/>
    <w:rsid w:val="0027285F"/>
    <w:rsid w:val="00506081"/>
    <w:rsid w:val="00594D77"/>
    <w:rsid w:val="007E09D3"/>
    <w:rsid w:val="00807E05"/>
    <w:rsid w:val="00A52398"/>
    <w:rsid w:val="00AF6D79"/>
    <w:rsid w:val="00C42001"/>
    <w:rsid w:val="00C949E5"/>
    <w:rsid w:val="00CF1E44"/>
    <w:rsid w:val="00D77C6C"/>
    <w:rsid w:val="00DE445A"/>
    <w:rsid w:val="00E019EE"/>
    <w:rsid w:val="00E37595"/>
    <w:rsid w:val="00E94C3B"/>
    <w:rsid w:val="00EC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39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153</Words>
  <Characters>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Константин</cp:lastModifiedBy>
  <cp:revision>4</cp:revision>
  <dcterms:created xsi:type="dcterms:W3CDTF">2014-03-28T05:05:00Z</dcterms:created>
  <dcterms:modified xsi:type="dcterms:W3CDTF">2014-03-30T04:52:00Z</dcterms:modified>
</cp:coreProperties>
</file>